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1AE57905" w:rsidR="00055BC9" w:rsidRDefault="00D608A9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7060801E">
                    <wp:simplePos x="0" y="0"/>
                    <wp:positionH relativeFrom="margin">
                      <wp:posOffset>4815206</wp:posOffset>
                    </wp:positionH>
                    <wp:positionV relativeFrom="topMargin">
                      <wp:align>bottom</wp:align>
                    </wp:positionV>
                    <wp:extent cx="1612900" cy="646430"/>
                    <wp:effectExtent l="0" t="0" r="635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12900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2F9EA487" w:rsidR="00313E59" w:rsidRDefault="00D608A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DAF_2025_000329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79.15pt;margin-top:0;width:127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2F9EA487" w:rsidR="00313E59" w:rsidRDefault="00D608A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DAF_2025_000329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77777777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77777777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003C0DAE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1D9914A3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08381649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D3B9A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08381649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D3B9A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51374716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50165</wp:posOffset>
                    </wp:positionV>
                    <wp:extent cx="4433570" cy="14478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478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01FEBC0D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Unité de Soutien de l’Infrast</w:t>
                                </w:r>
                                <w:r w:rsidR="0055107D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ructure de la Défense (USID) de Corse</w:t>
                                </w:r>
                              </w:p>
                              <w:p w14:paraId="51374730" w14:textId="18F991D3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la section </w:t>
                                </w:r>
                                <w:r w:rsidR="00744AB6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exploitation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 de la maintenance (</w:t>
                                </w:r>
                                <w:r w:rsidR="00744AB6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SEM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01FEBC0D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Unité de Soutien de l’Infrast</w:t>
                          </w:r>
                          <w:r w:rsidR="0055107D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ructure de la Défense (USID) de Corse</w:t>
                          </w:r>
                        </w:p>
                        <w:p w14:paraId="51374730" w14:textId="18F991D3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la section </w:t>
                          </w:r>
                          <w:r w:rsidR="00744AB6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exploitation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 de la maintenance (</w:t>
                          </w:r>
                          <w:r w:rsidR="00744AB6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SEM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4DC6AD56" w14:textId="5CF1DFA7" w:rsidR="0055107D" w:rsidRDefault="0055107D" w:rsidP="0055107D">
                                <w:pPr>
                                  <w:spacing w:after="0"/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55107D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 Maintenance</w:t>
                                </w:r>
                                <w:r w:rsidR="00E44DE7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s</w:t>
                                </w:r>
                                <w:r w:rsidRPr="0055107D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 préventive et corrective des installations de d’eau pluviale et d’assainissement implantées sur les sites de la base de défense de </w:t>
                                </w:r>
                                <w:r w:rsidR="00E44DE7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VENTISERI</w:t>
                                </w:r>
                              </w:p>
                              <w:p w14:paraId="51374733" w14:textId="6ACFBBD9" w:rsidR="00313E59" w:rsidRDefault="00313E59" w:rsidP="00432FF6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3E6659CF" w14:textId="77777777" w:rsidR="00D608A9" w:rsidRPr="00410AFD" w:rsidRDefault="00D608A9" w:rsidP="00432FF6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1374734" w14:textId="25B4E4FB" w:rsidR="00313E59" w:rsidRPr="00005185" w:rsidRDefault="00313E59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="008E312D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HAUTE CORSE (2B) et CORSE DU SUD (2A)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4DC6AD56" w14:textId="5CF1DFA7" w:rsidR="0055107D" w:rsidRDefault="0055107D" w:rsidP="0055107D">
                          <w:pPr>
                            <w:spacing w:after="0"/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55107D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 Maintenance</w:t>
                          </w:r>
                          <w:r w:rsidR="00E44DE7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s</w:t>
                          </w:r>
                          <w:r w:rsidRPr="0055107D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 préventive et corrective des installations de d’eau pluviale et d’assainissement implantées sur les sites de la base de défense de </w:t>
                          </w:r>
                          <w:r w:rsidR="00E44DE7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VENTISERI</w:t>
                          </w:r>
                        </w:p>
                        <w:p w14:paraId="51374733" w14:textId="6ACFBBD9" w:rsidR="00313E59" w:rsidRDefault="00313E59" w:rsidP="00432FF6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  <w:p w14:paraId="3E6659CF" w14:textId="77777777" w:rsidR="00D608A9" w:rsidRPr="00410AFD" w:rsidRDefault="00D608A9" w:rsidP="00432FF6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  <w:p w14:paraId="51374734" w14:textId="25B4E4FB" w:rsidR="00313E59" w:rsidRPr="00005185" w:rsidRDefault="00313E59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="008E312D">
                            <w:rPr>
                              <w:rFonts w:cs="Arial"/>
                              <w:sz w:val="22"/>
                              <w:szCs w:val="22"/>
                            </w:rPr>
                            <w:t>HAUTE CORSE (2B) et CORSE DU SUD (2A)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2" w14:textId="3E673941" w:rsidR="008B4C0A" w:rsidRDefault="008B4C0A"/>
        <w:p w14:paraId="513746F3" w14:textId="77777777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77777777" w:rsidR="00410AFD" w:rsidRDefault="00DC5B4D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1"/>
        <w:gridCol w:w="6993"/>
      </w:tblGrid>
      <w:tr w:rsidR="003474AD" w:rsidRPr="006A1EE6" w14:paraId="513746FA" w14:textId="77777777" w:rsidTr="0055107D">
        <w:trPr>
          <w:trHeight w:val="1339"/>
        </w:trPr>
        <w:tc>
          <w:tcPr>
            <w:tcW w:w="7001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6993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55107D">
        <w:tc>
          <w:tcPr>
            <w:tcW w:w="7001" w:type="dxa"/>
            <w:shd w:val="clear" w:color="auto" w:fill="auto"/>
          </w:tcPr>
          <w:p w14:paraId="513746FB" w14:textId="1FD7681B" w:rsidR="003474AD" w:rsidRPr="001D569F" w:rsidRDefault="003474AD" w:rsidP="00F37A5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left"/>
              <w:rPr>
                <w:b/>
                <w:bCs/>
              </w:rPr>
            </w:pPr>
            <w:r w:rsidRPr="001D569F">
              <w:rPr>
                <w:b/>
                <w:bCs/>
              </w:rPr>
              <w:t xml:space="preserve">Appropriation de la mission : </w:t>
            </w:r>
            <w:r w:rsidR="004C57C9">
              <w:rPr>
                <w:b/>
                <w:bCs/>
              </w:rPr>
              <w:t xml:space="preserve">8.75 </w:t>
            </w:r>
            <w:r w:rsidRPr="001D569F">
              <w:rPr>
                <w:b/>
                <w:bCs/>
              </w:rPr>
              <w:t>points</w:t>
            </w:r>
          </w:p>
          <w:p w14:paraId="513746FC" w14:textId="77777777" w:rsidR="003474AD" w:rsidRPr="003474AD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>Le candidat fourni une décomposition des temps d’intervention associée à la décomposition du prix F2 annuel de maintenance préventive par sit</w:t>
            </w:r>
            <w:r>
              <w:rPr>
                <w:sz w:val="18"/>
                <w:szCs w:val="18"/>
              </w:rPr>
              <w:t xml:space="preserve">e et/ou par type d’équipements </w:t>
            </w:r>
          </w:p>
        </w:tc>
        <w:tc>
          <w:tcPr>
            <w:tcW w:w="6993" w:type="dxa"/>
            <w:shd w:val="clear" w:color="auto" w:fill="auto"/>
          </w:tcPr>
          <w:p w14:paraId="513746FD" w14:textId="77777777" w:rsidR="003474AD" w:rsidRPr="003B66F6" w:rsidRDefault="00D75EF9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75EF9">
              <w:rPr>
                <w:bCs/>
              </w:rPr>
              <w:t xml:space="preserve">Le titulaire </w:t>
            </w:r>
            <w:r>
              <w:rPr>
                <w:bCs/>
              </w:rPr>
              <w:t>transmet</w:t>
            </w:r>
            <w:r w:rsidRPr="00D75EF9">
              <w:rPr>
                <w:bCs/>
              </w:rPr>
              <w:t xml:space="preserve"> dans son mémoire technique </w:t>
            </w:r>
            <w:r>
              <w:rPr>
                <w:bCs/>
              </w:rPr>
              <w:t>le</w:t>
            </w:r>
            <w:r w:rsidRPr="00D75EF9">
              <w:rPr>
                <w:bCs/>
              </w:rPr>
              <w:t xml:space="preserve"> volume d’heures minimum </w:t>
            </w:r>
            <w:r>
              <w:rPr>
                <w:bCs/>
              </w:rPr>
              <w:t>auxquelles il s’engage</w:t>
            </w:r>
            <w:r w:rsidRPr="00D75EF9">
              <w:rPr>
                <w:bCs/>
              </w:rPr>
              <w:t xml:space="preserve"> durant le</w:t>
            </w:r>
            <w:r>
              <w:rPr>
                <w:bCs/>
              </w:rPr>
              <w:t>s</w:t>
            </w:r>
            <w:r w:rsidRPr="00D75EF9">
              <w:rPr>
                <w:bCs/>
              </w:rPr>
              <w:t>quel</w:t>
            </w:r>
            <w:r>
              <w:rPr>
                <w:bCs/>
              </w:rPr>
              <w:t>les</w:t>
            </w:r>
            <w:r w:rsidRPr="00D75EF9">
              <w:rPr>
                <w:bCs/>
              </w:rPr>
              <w:t xml:space="preserve"> ses personnels exécutent des prestations d’exploitation, de maintenance, d’entretien ou de réglage des installations.</w:t>
            </w:r>
            <w:r>
              <w:rPr>
                <w:bCs/>
              </w:rPr>
              <w:t xml:space="preserve"> </w:t>
            </w:r>
            <w:r w:rsidRPr="00D75EF9">
              <w:rPr>
                <w:b/>
                <w:bCs/>
                <w:color w:val="FF0000"/>
              </w:rPr>
              <w:t>Le volume horaire est rendu contractuel.</w:t>
            </w:r>
          </w:p>
        </w:tc>
      </w:tr>
      <w:tr w:rsidR="003474AD" w:rsidRPr="003B66F6" w14:paraId="51374703" w14:textId="77777777" w:rsidTr="0055107D">
        <w:tc>
          <w:tcPr>
            <w:tcW w:w="7001" w:type="dxa"/>
            <w:shd w:val="clear" w:color="auto" w:fill="auto"/>
          </w:tcPr>
          <w:p w14:paraId="513746FF" w14:textId="4952B114" w:rsidR="003474AD" w:rsidRPr="00DC5B4D" w:rsidRDefault="003474AD" w:rsidP="00F37A59">
            <w:pPr>
              <w:autoSpaceDE w:val="0"/>
              <w:autoSpaceDN w:val="0"/>
              <w:adjustRightInd w:val="0"/>
              <w:ind w:left="33"/>
              <w:rPr>
                <w:i/>
                <w:iCs/>
                <w:sz w:val="16"/>
                <w:szCs w:val="16"/>
              </w:rPr>
            </w:pPr>
            <w:r w:rsidRPr="00DC5B4D">
              <w:rPr>
                <w:b/>
                <w:bCs/>
              </w:rPr>
              <w:t xml:space="preserve">2. Organisation et moyens dédiés à la réalisation des prestations : </w:t>
            </w:r>
            <w:r w:rsidR="004C57C9" w:rsidRPr="00DC5B4D">
              <w:rPr>
                <w:b/>
                <w:bCs/>
              </w:rPr>
              <w:t>12.25</w:t>
            </w:r>
            <w:r w:rsidRPr="00DC5B4D">
              <w:rPr>
                <w:b/>
                <w:bCs/>
              </w:rPr>
              <w:t xml:space="preserve"> points</w:t>
            </w:r>
          </w:p>
          <w:p w14:paraId="51374700" w14:textId="36002079" w:rsidR="003474AD" w:rsidRPr="00DC5B4D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C5B4D">
              <w:rPr>
                <w:sz w:val="18"/>
                <w:szCs w:val="18"/>
              </w:rPr>
              <w:t xml:space="preserve">- </w:t>
            </w:r>
            <w:r w:rsidR="00F37A59" w:rsidRPr="00DC5B4D">
              <w:rPr>
                <w:sz w:val="18"/>
                <w:szCs w:val="18"/>
              </w:rPr>
              <w:t>2.1</w:t>
            </w:r>
            <w:r w:rsidR="00F37A59" w:rsidRPr="00DC5B4D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 w:rsidRPr="00DC5B4D">
              <w:rPr>
                <w:sz w:val="18"/>
                <w:szCs w:val="18"/>
              </w:rPr>
              <w:t xml:space="preserve">: </w:t>
            </w:r>
            <w:r w:rsidRPr="00DC5B4D">
              <w:rPr>
                <w:sz w:val="18"/>
                <w:szCs w:val="18"/>
              </w:rPr>
              <w:t xml:space="preserve">Organigramme, nombre de personnels, CV, formation ou qualification </w:t>
            </w:r>
            <w:r w:rsidRPr="00DC5B4D">
              <w:rPr>
                <w:b/>
                <w:sz w:val="18"/>
                <w:szCs w:val="18"/>
              </w:rPr>
              <w:t>(</w:t>
            </w:r>
            <w:r w:rsidR="004C57C9" w:rsidRPr="00DC5B4D">
              <w:rPr>
                <w:b/>
                <w:sz w:val="18"/>
                <w:szCs w:val="18"/>
              </w:rPr>
              <w:t xml:space="preserve">5.25 </w:t>
            </w:r>
            <w:r w:rsidRPr="00DC5B4D">
              <w:rPr>
                <w:b/>
                <w:sz w:val="18"/>
                <w:szCs w:val="18"/>
              </w:rPr>
              <w:t>points)</w:t>
            </w:r>
          </w:p>
          <w:p w14:paraId="51374701" w14:textId="204C2817" w:rsidR="003474AD" w:rsidRPr="00DC5B4D" w:rsidRDefault="003474AD" w:rsidP="00F37A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C5B4D">
              <w:rPr>
                <w:sz w:val="18"/>
                <w:szCs w:val="18"/>
              </w:rPr>
              <w:t xml:space="preserve">- </w:t>
            </w:r>
            <w:r w:rsidR="00F37A59" w:rsidRPr="00DC5B4D">
              <w:rPr>
                <w:sz w:val="18"/>
                <w:szCs w:val="18"/>
              </w:rPr>
              <w:t>2.2</w:t>
            </w:r>
            <w:r w:rsidR="00F37A59" w:rsidRPr="00DC5B4D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 w:rsidRPr="00DC5B4D">
              <w:rPr>
                <w:sz w:val="18"/>
                <w:szCs w:val="18"/>
              </w:rPr>
              <w:t>: M</w:t>
            </w:r>
            <w:r w:rsidRPr="00DC5B4D">
              <w:rPr>
                <w:sz w:val="18"/>
                <w:szCs w:val="18"/>
              </w:rPr>
              <w:t>ode de fonctionnement prévu en heures ouvrables avec moyens et matériels associés</w:t>
            </w:r>
            <w:r w:rsidR="008E312D" w:rsidRPr="00DC5B4D">
              <w:rPr>
                <w:sz w:val="18"/>
                <w:szCs w:val="18"/>
              </w:rPr>
              <w:t>. Organisation territoriale du soutien technique</w:t>
            </w:r>
            <w:r w:rsidRPr="00DC5B4D">
              <w:rPr>
                <w:sz w:val="18"/>
                <w:szCs w:val="18"/>
              </w:rPr>
              <w:t xml:space="preserve"> </w:t>
            </w:r>
            <w:r w:rsidRPr="00DC5B4D">
              <w:rPr>
                <w:b/>
                <w:sz w:val="18"/>
                <w:szCs w:val="18"/>
              </w:rPr>
              <w:t>(</w:t>
            </w:r>
            <w:r w:rsidR="004C57C9" w:rsidRPr="00DC5B4D">
              <w:rPr>
                <w:b/>
                <w:sz w:val="18"/>
                <w:szCs w:val="18"/>
              </w:rPr>
              <w:t>7</w:t>
            </w:r>
            <w:r w:rsidRPr="00DC5B4D">
              <w:rPr>
                <w:b/>
                <w:sz w:val="18"/>
                <w:szCs w:val="18"/>
              </w:rPr>
              <w:t xml:space="preserve"> points)</w:t>
            </w:r>
          </w:p>
        </w:tc>
        <w:tc>
          <w:tcPr>
            <w:tcW w:w="6993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55107D">
        <w:tc>
          <w:tcPr>
            <w:tcW w:w="7001" w:type="dxa"/>
            <w:shd w:val="clear" w:color="auto" w:fill="auto"/>
          </w:tcPr>
          <w:p w14:paraId="51374704" w14:textId="3F185481" w:rsidR="003474AD" w:rsidRPr="00DC5B4D" w:rsidRDefault="003474AD" w:rsidP="004438D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 w:rsidRPr="00DC5B4D">
              <w:rPr>
                <w:b/>
                <w:bCs/>
              </w:rPr>
              <w:t xml:space="preserve">3. Continuité de service : </w:t>
            </w:r>
            <w:r w:rsidR="004C57C9" w:rsidRPr="00DC5B4D">
              <w:rPr>
                <w:b/>
                <w:bCs/>
              </w:rPr>
              <w:t>10.5</w:t>
            </w:r>
            <w:r w:rsidRPr="00DC5B4D">
              <w:rPr>
                <w:b/>
                <w:bCs/>
              </w:rPr>
              <w:t xml:space="preserve"> points</w:t>
            </w:r>
          </w:p>
          <w:p w14:paraId="51374705" w14:textId="77777777" w:rsidR="003474AD" w:rsidRPr="00DC5B4D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C5B4D">
              <w:rPr>
                <w:sz w:val="18"/>
                <w:szCs w:val="18"/>
              </w:rPr>
              <w:t xml:space="preserve">Le candidat fourni les éléments permettant de juger la prise en compte des niveaux de criticité prévus au marché et le cas échéant, l’organisation de l’astreinte </w:t>
            </w:r>
          </w:p>
        </w:tc>
        <w:tc>
          <w:tcPr>
            <w:tcW w:w="6993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811CF5" w:rsidRPr="003B66F6" w14:paraId="5FE67D39" w14:textId="77777777" w:rsidTr="0055107D">
        <w:tc>
          <w:tcPr>
            <w:tcW w:w="7001" w:type="dxa"/>
            <w:shd w:val="clear" w:color="auto" w:fill="auto"/>
          </w:tcPr>
          <w:p w14:paraId="1BB849DC" w14:textId="77777777" w:rsidR="00811CF5" w:rsidRPr="00DC5B4D" w:rsidRDefault="00811CF5" w:rsidP="00811CF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C5B4D">
              <w:rPr>
                <w:b/>
                <w:bCs/>
              </w:rPr>
              <w:t>4.Mesures prises pour garantir la sécurité au cours du marché</w:t>
            </w:r>
            <w:r w:rsidRPr="00DC5B4D">
              <w:rPr>
                <w:rFonts w:ascii="Calibri" w:hAnsi="Calibri" w:cs="Calibri"/>
                <w:b/>
                <w:bCs/>
              </w:rPr>
              <w:t> </w:t>
            </w:r>
            <w:r w:rsidRPr="00DC5B4D">
              <w:rPr>
                <w:b/>
                <w:bCs/>
              </w:rPr>
              <w:t>: 3.5 points</w:t>
            </w:r>
          </w:p>
          <w:p w14:paraId="07F640BC" w14:textId="77777777" w:rsidR="00811CF5" w:rsidRPr="00DC5B4D" w:rsidRDefault="00811CF5" w:rsidP="00811CF5">
            <w:pPr>
              <w:autoSpaceDE w:val="0"/>
              <w:autoSpaceDN w:val="0"/>
              <w:adjustRightInd w:val="0"/>
              <w:rPr>
                <w:bCs/>
              </w:rPr>
            </w:pPr>
            <w:r w:rsidRPr="00DC5B4D">
              <w:rPr>
                <w:bCs/>
              </w:rPr>
              <w:t xml:space="preserve">Le candidat décrira les dispositions de sécurité des personnels prises pour limiter les risques liés à l’interférence entre les activités du </w:t>
            </w:r>
            <w:r w:rsidRPr="00DC5B4D">
              <w:rPr>
                <w:bCs/>
              </w:rPr>
              <w:lastRenderedPageBreak/>
              <w:t>soumissionnaire, les occupants, les installations et matériels</w:t>
            </w:r>
            <w:r w:rsidRPr="00DC5B4D">
              <w:rPr>
                <w:rFonts w:ascii="Calibri" w:hAnsi="Calibri" w:cs="Calibri"/>
                <w:bCs/>
              </w:rPr>
              <w:t> </w:t>
            </w:r>
            <w:r w:rsidRPr="00DC5B4D">
              <w:rPr>
                <w:bCs/>
              </w:rPr>
              <w:t>: EPI, EPC, formations, …</w:t>
            </w:r>
          </w:p>
          <w:p w14:paraId="025DD586" w14:textId="77777777" w:rsidR="00811CF5" w:rsidRPr="00DC5B4D" w:rsidRDefault="00811CF5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993" w:type="dxa"/>
            <w:shd w:val="clear" w:color="auto" w:fill="auto"/>
          </w:tcPr>
          <w:p w14:paraId="64D52482" w14:textId="77777777" w:rsidR="00811CF5" w:rsidRPr="003B66F6" w:rsidRDefault="00811CF5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bookmarkStart w:id="1" w:name="_GoBack"/>
            <w:bookmarkEnd w:id="1"/>
          </w:p>
        </w:tc>
      </w:tr>
      <w:bookmarkEnd w:id="0"/>
    </w:tbl>
    <w:p w14:paraId="5137470C" w14:textId="77777777" w:rsidR="003474AD" w:rsidRDefault="003474AD" w:rsidP="003474AD"/>
    <w:sectPr w:rsidR="003474AD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C8EB5" w14:textId="77777777" w:rsidR="00CA2310" w:rsidRDefault="00CA2310" w:rsidP="00EA6B59">
      <w:pPr>
        <w:spacing w:after="0" w:line="240" w:lineRule="auto"/>
      </w:pPr>
      <w:r>
        <w:separator/>
      </w:r>
    </w:p>
  </w:endnote>
  <w:endnote w:type="continuationSeparator" w:id="0">
    <w:p w14:paraId="40525C4D" w14:textId="77777777" w:rsidR="00CA2310" w:rsidRDefault="00CA2310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DC5B4D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9F6A1D" w14:textId="77777777" w:rsidR="00CA2310" w:rsidRDefault="00CA2310" w:rsidP="00EA6B59">
      <w:pPr>
        <w:spacing w:after="0" w:line="240" w:lineRule="auto"/>
      </w:pPr>
      <w:r>
        <w:separator/>
      </w:r>
    </w:p>
  </w:footnote>
  <w:footnote w:type="continuationSeparator" w:id="0">
    <w:p w14:paraId="5A0D3A3A" w14:textId="77777777" w:rsidR="00CA2310" w:rsidRDefault="00CA2310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3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5227"/>
    <w:rsid w:val="0015741B"/>
    <w:rsid w:val="001B4AD4"/>
    <w:rsid w:val="001B6330"/>
    <w:rsid w:val="001D588A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D3B9A"/>
    <w:rsid w:val="002F560C"/>
    <w:rsid w:val="00302298"/>
    <w:rsid w:val="00313E59"/>
    <w:rsid w:val="003200C4"/>
    <w:rsid w:val="003317F2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E628E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C57C9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5107D"/>
    <w:rsid w:val="00561DF6"/>
    <w:rsid w:val="00563588"/>
    <w:rsid w:val="00567A1A"/>
    <w:rsid w:val="00580A3D"/>
    <w:rsid w:val="00580E40"/>
    <w:rsid w:val="005866EA"/>
    <w:rsid w:val="00592674"/>
    <w:rsid w:val="00592D64"/>
    <w:rsid w:val="00597D6D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44AB6"/>
    <w:rsid w:val="007657C1"/>
    <w:rsid w:val="00765812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11CF5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0A8C"/>
    <w:rsid w:val="008D240A"/>
    <w:rsid w:val="008E2292"/>
    <w:rsid w:val="008E312D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4951"/>
    <w:rsid w:val="00B1789F"/>
    <w:rsid w:val="00B238F8"/>
    <w:rsid w:val="00B2741C"/>
    <w:rsid w:val="00B47966"/>
    <w:rsid w:val="00B54BC4"/>
    <w:rsid w:val="00B9098A"/>
    <w:rsid w:val="00BA068B"/>
    <w:rsid w:val="00BA6236"/>
    <w:rsid w:val="00BC69E5"/>
    <w:rsid w:val="00BE4040"/>
    <w:rsid w:val="00C10ED3"/>
    <w:rsid w:val="00C15FC3"/>
    <w:rsid w:val="00C32946"/>
    <w:rsid w:val="00C347F2"/>
    <w:rsid w:val="00C40999"/>
    <w:rsid w:val="00C43174"/>
    <w:rsid w:val="00C44439"/>
    <w:rsid w:val="00C6454D"/>
    <w:rsid w:val="00C6763C"/>
    <w:rsid w:val="00C74B79"/>
    <w:rsid w:val="00C82AE3"/>
    <w:rsid w:val="00C87F80"/>
    <w:rsid w:val="00C96EEA"/>
    <w:rsid w:val="00CA2310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34F66"/>
    <w:rsid w:val="00D42FFE"/>
    <w:rsid w:val="00D47886"/>
    <w:rsid w:val="00D47953"/>
    <w:rsid w:val="00D5331B"/>
    <w:rsid w:val="00D5674B"/>
    <w:rsid w:val="00D608A9"/>
    <w:rsid w:val="00D61232"/>
    <w:rsid w:val="00D620DC"/>
    <w:rsid w:val="00D71A45"/>
    <w:rsid w:val="00D7354B"/>
    <w:rsid w:val="00D73F5F"/>
    <w:rsid w:val="00D75EF9"/>
    <w:rsid w:val="00D911DE"/>
    <w:rsid w:val="00DA75A3"/>
    <w:rsid w:val="00DC5B4D"/>
    <w:rsid w:val="00DD0B95"/>
    <w:rsid w:val="00DD14CD"/>
    <w:rsid w:val="00DD2E0E"/>
    <w:rsid w:val="00DE0DDC"/>
    <w:rsid w:val="00DF05C2"/>
    <w:rsid w:val="00E012C2"/>
    <w:rsid w:val="00E44DE7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12683"/>
    <w:rsid w:val="00F23173"/>
    <w:rsid w:val="00F24CC0"/>
    <w:rsid w:val="00F31FBC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7F4EF6A306AF44B99F77A93FAEF803" ma:contentTypeVersion="1" ma:contentTypeDescription="Crée un document." ma:contentTypeScope="" ma:versionID="1f28379c9d8ff7d7f143893cdfeacc42">
  <xsd:schema xmlns:xsd="http://www.w3.org/2001/XMLSchema" xmlns:xs="http://www.w3.org/2001/XMLSchema" xmlns:p="http://schemas.microsoft.com/office/2006/metadata/properties" xmlns:ns2="cc2664cf-e5de-40b1-aab9-9e3a8d6412b6" targetNamespace="http://schemas.microsoft.com/office/2006/metadata/properties" ma:root="true" ma:fieldsID="d538d3b5f774aee616918c6c3e013138" ns2:_="">
    <xsd:import namespace="cc2664cf-e5de-40b1-aab9-9e3a8d6412b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2664cf-e5de-40b1-aab9-9e3a8d6412b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cc2664cf-e5de-40b1-aab9-9e3a8d6412b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E57135C-CE82-4E01-AF6B-E732252F9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2664cf-e5de-40b1-aab9-9e3a8d6412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8E86D84-F938-4920-9023-8C347992A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0</TotalTime>
  <Pages>3</Pages>
  <Words>267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PACE Bernadette SA CONT CN DEVDURA</cp:lastModifiedBy>
  <cp:revision>2</cp:revision>
  <dcterms:created xsi:type="dcterms:W3CDTF">2025-04-14T15:02:00Z</dcterms:created>
  <dcterms:modified xsi:type="dcterms:W3CDTF">2025-04-14T15:02:00Z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0x0101008A7F4EF6A306AF44B99F77A93FAEF803</vt:lpwstr>
  </property>
</Properties>
</file>